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4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365FD508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7F56DA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044D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F56DA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15BFA87C" w14:textId="592CF7ED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7F56DA">
        <w:rPr>
          <w:rFonts w:ascii="Corbel" w:hAnsi="Corbel"/>
          <w:sz w:val="20"/>
          <w:szCs w:val="20"/>
        </w:rPr>
        <w:t>0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7F56DA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  <w:proofErr w:type="spellEnd"/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0C3A7805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4944"/>
        <w:gridCol w:w="225"/>
        <w:gridCol w:w="225"/>
        <w:gridCol w:w="111"/>
        <w:gridCol w:w="111"/>
        <w:gridCol w:w="2314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Charakteryzuje rolę gospodarstwa domowego w systemie gospodarki narodowej,  wymienia  determinanty i prawidłowości jego </w:t>
            </w:r>
            <w:proofErr w:type="spellStart"/>
            <w:r w:rsidRPr="002611DD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oraz prezentowania aktywnej postawy wobec zmian uwarunkowań społeczno-ekonomicznych, a także przedsiębiorczego myślenia i działania na poziomie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Determinanty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6C0C2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C0C25">
              <w:rPr>
                <w:rFonts w:ascii="Corbel" w:hAnsi="Corbel"/>
                <w:sz w:val="24"/>
                <w:szCs w:val="24"/>
              </w:rPr>
              <w:t xml:space="preserve">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45EB8D98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412500CB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439C47AF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EA6B3" w14:textId="77777777" w:rsidR="009252C6" w:rsidRDefault="009252C6" w:rsidP="00C16ABF">
      <w:pPr>
        <w:spacing w:after="0" w:line="240" w:lineRule="auto"/>
      </w:pPr>
      <w:r>
        <w:separator/>
      </w:r>
    </w:p>
  </w:endnote>
  <w:endnote w:type="continuationSeparator" w:id="0">
    <w:p w14:paraId="621C32DE" w14:textId="77777777" w:rsidR="009252C6" w:rsidRDefault="009252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9E92A" w14:textId="77777777" w:rsidR="009252C6" w:rsidRDefault="009252C6" w:rsidP="00C16ABF">
      <w:pPr>
        <w:spacing w:after="0" w:line="240" w:lineRule="auto"/>
      </w:pPr>
      <w:r>
        <w:separator/>
      </w:r>
    </w:p>
  </w:footnote>
  <w:footnote w:type="continuationSeparator" w:id="0">
    <w:p w14:paraId="37A8925E" w14:textId="77777777" w:rsidR="009252C6" w:rsidRDefault="009252C6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7FA8"/>
    <w:rsid w:val="00650C5F"/>
    <w:rsid w:val="00654934"/>
    <w:rsid w:val="006620D9"/>
    <w:rsid w:val="00671958"/>
    <w:rsid w:val="00675843"/>
    <w:rsid w:val="00696477"/>
    <w:rsid w:val="006C0C2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6DA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2C6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92C44-2544-485F-AD4F-94BA66E579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B30B4-F19E-4CA3-B53E-D49958B9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1232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2020-10-22T19:57:00Z</dcterms:created>
  <dcterms:modified xsi:type="dcterms:W3CDTF">2021-11-04T13:34:00Z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